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206AF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ze zm.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A693C">
        <w:rPr>
          <w:rFonts w:ascii="Cambria" w:hAnsi="Cambria"/>
          <w:b/>
          <w:sz w:val="20"/>
          <w:szCs w:val="20"/>
        </w:rPr>
        <w:t>„Magazynier z obsługą kas fiskalnych, programów magazynowych, fakturowaniem i obsługą wózków jezdniowych podnośnikowych</w:t>
      </w:r>
      <w:bookmarkStart w:id="0" w:name="_GoBack"/>
      <w:bookmarkEnd w:id="0"/>
      <w:r w:rsidR="00EA693C" w:rsidRPr="00AD2FAA">
        <w:rPr>
          <w:rFonts w:ascii="Cambria" w:hAnsi="Cambria"/>
          <w:b/>
          <w:sz w:val="20"/>
          <w:szCs w:val="20"/>
        </w:rPr>
        <w:t>”</w:t>
      </w:r>
      <w:r w:rsidR="00EA693C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0C4285" w:rsidRPr="00071093">
        <w:rPr>
          <w:rFonts w:ascii="Cambria" w:eastAsia="Calibri" w:hAnsi="Cambria" w:cs="Tahoma"/>
          <w:sz w:val="20"/>
          <w:szCs w:val="20"/>
        </w:rPr>
        <w:t>dla</w:t>
      </w:r>
      <w:r w:rsidR="000C4285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A693C">
        <w:rPr>
          <w:rFonts w:ascii="Cambria" w:eastAsia="Calibri" w:hAnsi="Cambria" w:cs="Tahoma"/>
          <w:sz w:val="20"/>
          <w:szCs w:val="20"/>
        </w:rPr>
        <w:t>15</w:t>
      </w:r>
      <w:r w:rsidR="000C4285">
        <w:rPr>
          <w:rFonts w:ascii="Cambria" w:eastAsia="Calibri" w:hAnsi="Cambria" w:cs="Tahoma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headerReference w:type="default" r:id="rId10"/>
      <w:footerReference w:type="default" r:id="rId11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B1C" w:rsidRDefault="00D14B1C">
    <w:pPr>
      <w:pStyle w:val="Stopka"/>
    </w:pPr>
    <w:r>
      <w:rPr>
        <w:noProof/>
        <w:lang w:eastAsia="pl-PL"/>
      </w:rPr>
      <w:drawing>
        <wp:inline distT="0" distB="0" distL="0" distR="0" wp14:anchorId="2CFD5592" wp14:editId="0DC894FD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85" w:rsidRDefault="000C4285" w:rsidP="000C4285">
    <w:pPr>
      <w:suppressAutoHyphens/>
      <w:spacing w:after="0" w:line="240" w:lineRule="auto"/>
      <w:ind w:right="-145"/>
      <w:rPr>
        <w:rFonts w:ascii="Cambria" w:eastAsia="Calibri" w:hAnsi="Cambria" w:cs="Calibri"/>
        <w:b/>
        <w:sz w:val="20"/>
        <w:szCs w:val="20"/>
      </w:rPr>
    </w:pP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</w:p>
  <w:p w:rsidR="000C4285" w:rsidRDefault="000C4285" w:rsidP="000C4285">
    <w:pPr>
      <w:suppressAutoHyphens/>
      <w:spacing w:after="0" w:line="240" w:lineRule="auto"/>
      <w:ind w:right="-145"/>
      <w:rPr>
        <w:rFonts w:ascii="Cambria" w:eastAsia="Calibri" w:hAnsi="Cambria" w:cs="Times New Roman"/>
        <w:b/>
        <w:bCs/>
        <w:i/>
        <w:sz w:val="20"/>
        <w:szCs w:val="20"/>
      </w:rPr>
    </w:pPr>
    <w:r w:rsidRPr="00982831">
      <w:rPr>
        <w:rFonts w:ascii="Cambria" w:eastAsia="Calibri" w:hAnsi="Cambria" w:cs="Calibri"/>
        <w:b/>
        <w:sz w:val="20"/>
        <w:szCs w:val="20"/>
      </w:rPr>
      <w:t>CAZ.SZ.271-</w:t>
    </w:r>
    <w:r w:rsidR="00EA693C">
      <w:rPr>
        <w:rFonts w:ascii="Cambria" w:eastAsia="Calibri" w:hAnsi="Cambria" w:cs="Calibri"/>
        <w:b/>
        <w:sz w:val="20"/>
        <w:szCs w:val="20"/>
      </w:rPr>
      <w:t>6</w:t>
    </w:r>
    <w:r w:rsidRPr="00982831">
      <w:rPr>
        <w:rFonts w:ascii="Cambria" w:eastAsia="Calibri" w:hAnsi="Cambria" w:cs="Calibri"/>
        <w:b/>
        <w:sz w:val="20"/>
        <w:szCs w:val="20"/>
      </w:rPr>
      <w:t>/2</w:t>
    </w:r>
    <w:r>
      <w:rPr>
        <w:rFonts w:ascii="Cambria" w:eastAsia="Calibri" w:hAnsi="Cambria" w:cs="Calibri"/>
        <w:b/>
        <w:sz w:val="20"/>
        <w:szCs w:val="20"/>
      </w:rPr>
      <w:t>5</w:t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 w:rsidRPr="00D378FD">
      <w:rPr>
        <w:rFonts w:ascii="Cambria" w:eastAsia="Calibri" w:hAnsi="Cambria" w:cs="Times New Roman"/>
        <w:b/>
        <w:bCs/>
        <w:i/>
        <w:sz w:val="20"/>
        <w:szCs w:val="20"/>
      </w:rPr>
      <w:t>Załącznik nr 3 do SWZ</w:t>
    </w:r>
  </w:p>
  <w:p w:rsidR="000C4285" w:rsidRDefault="000C42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0C4285"/>
    <w:rsid w:val="001402E9"/>
    <w:rsid w:val="00206AFF"/>
    <w:rsid w:val="00275125"/>
    <w:rsid w:val="00336A77"/>
    <w:rsid w:val="00352233"/>
    <w:rsid w:val="00421CC4"/>
    <w:rsid w:val="006C1D4B"/>
    <w:rsid w:val="007769DA"/>
    <w:rsid w:val="007A3549"/>
    <w:rsid w:val="008171E5"/>
    <w:rsid w:val="00846D2C"/>
    <w:rsid w:val="009813D9"/>
    <w:rsid w:val="00982831"/>
    <w:rsid w:val="00AD5739"/>
    <w:rsid w:val="00B0384D"/>
    <w:rsid w:val="00B202AC"/>
    <w:rsid w:val="00B42BD6"/>
    <w:rsid w:val="00BA1FD9"/>
    <w:rsid w:val="00BD205D"/>
    <w:rsid w:val="00C15443"/>
    <w:rsid w:val="00D14B1C"/>
    <w:rsid w:val="00D378FD"/>
    <w:rsid w:val="00DD5DD1"/>
    <w:rsid w:val="00EA65E6"/>
    <w:rsid w:val="00EA693C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61332E78</Template>
  <TotalTime>3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9</cp:revision>
  <dcterms:created xsi:type="dcterms:W3CDTF">2025-03-13T10:25:00Z</dcterms:created>
  <dcterms:modified xsi:type="dcterms:W3CDTF">2025-10-07T08:13:00Z</dcterms:modified>
</cp:coreProperties>
</file>